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26A8BBBF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7C74F7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6C21806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</w:t>
      </w:r>
      <w:r w:rsidR="007C74F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7C74F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511D46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385BEF0C" w:rsidR="0085747A" w:rsidRPr="009C54AE" w:rsidRDefault="006457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E458BF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7E1033A" w:rsidR="00015B8F" w:rsidRPr="009C54AE" w:rsidRDefault="001B2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3CBAA1BE" w:rsidR="0085747A" w:rsidRPr="009C54AE" w:rsidRDefault="001B2ED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A2878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A2878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2F0D6220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B2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ABDB5" w14:textId="77777777" w:rsidR="00F66562" w:rsidRDefault="00F66562" w:rsidP="00C16ABF">
      <w:pPr>
        <w:spacing w:after="0" w:line="240" w:lineRule="auto"/>
      </w:pPr>
      <w:r>
        <w:separator/>
      </w:r>
    </w:p>
  </w:endnote>
  <w:endnote w:type="continuationSeparator" w:id="0">
    <w:p w14:paraId="123270F2" w14:textId="77777777" w:rsidR="00F66562" w:rsidRDefault="00F665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59F54" w14:textId="77777777" w:rsidR="00F66562" w:rsidRDefault="00F66562" w:rsidP="00C16ABF">
      <w:pPr>
        <w:spacing w:after="0" w:line="240" w:lineRule="auto"/>
      </w:pPr>
      <w:r>
        <w:separator/>
      </w:r>
    </w:p>
  </w:footnote>
  <w:footnote w:type="continuationSeparator" w:id="0">
    <w:p w14:paraId="151935C9" w14:textId="77777777" w:rsidR="00F66562" w:rsidRDefault="00F6656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2ED0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1D4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570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7D67"/>
    <w:rsid w:val="007C3299"/>
    <w:rsid w:val="007C3BCC"/>
    <w:rsid w:val="007C4546"/>
    <w:rsid w:val="007C74F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44E12"/>
    <w:rsid w:val="00F526AF"/>
    <w:rsid w:val="00F617C3"/>
    <w:rsid w:val="00F66562"/>
    <w:rsid w:val="00F7066B"/>
    <w:rsid w:val="00F7666E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4308FF-395A-49A7-B1DD-E588116E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2021-01-28T08:25:00Z</dcterms:created>
  <dcterms:modified xsi:type="dcterms:W3CDTF">2022-02-11T10:40:00Z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